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77" w:rsidRPr="007740F1" w:rsidRDefault="00B06B77">
      <w:pPr>
        <w:rPr>
          <w:rFonts w:ascii="Calibri" w:hAnsi="Calibri"/>
          <w:b/>
          <w:sz w:val="44"/>
          <w:szCs w:val="44"/>
          <w:lang w:val="en-GB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1pt;margin-top:-27pt;width:90pt;height:87.8pt;z-index:251658240">
            <v:imagedata r:id="rId6" o:title=""/>
            <w10:wrap type="square"/>
          </v:shape>
        </w:pict>
      </w:r>
      <w:r w:rsidRPr="007740F1">
        <w:rPr>
          <w:rFonts w:ascii="Calibri" w:hAnsi="Calibri"/>
          <w:b/>
          <w:sz w:val="44"/>
          <w:szCs w:val="44"/>
          <w:lang w:val="en-GB"/>
        </w:rPr>
        <w:t>Agreement of partnership</w:t>
      </w:r>
    </w:p>
    <w:p w:rsidR="00B06B77" w:rsidRDefault="00B06B77">
      <w:pPr>
        <w:rPr>
          <w:rFonts w:ascii="Calibri" w:hAnsi="Calibri"/>
          <w:b/>
          <w:sz w:val="24"/>
          <w:lang w:val="en-GB"/>
        </w:rPr>
      </w:pPr>
    </w:p>
    <w:p w:rsidR="00B06B77" w:rsidRDefault="00B06B77">
      <w:pPr>
        <w:rPr>
          <w:rFonts w:ascii="Calibri" w:hAnsi="Calibri"/>
          <w:b/>
          <w:sz w:val="24"/>
          <w:lang w:val="en-GB"/>
        </w:rPr>
      </w:pPr>
    </w:p>
    <w:p w:rsidR="00B06B77" w:rsidRPr="007740F1" w:rsidRDefault="00B06B77">
      <w:pPr>
        <w:rPr>
          <w:lang w:val="en-GB"/>
        </w:rPr>
      </w:pPr>
    </w:p>
    <w:p w:rsidR="00B06B77" w:rsidRPr="00D50D1F" w:rsidRDefault="00B06B77">
      <w:pPr>
        <w:rPr>
          <w:rFonts w:ascii="Calibri" w:hAnsi="Calibri"/>
          <w:sz w:val="24"/>
          <w:lang w:val="en-GB"/>
        </w:rPr>
      </w:pPr>
    </w:p>
    <w:p w:rsidR="00B06B77" w:rsidRPr="007831AF" w:rsidRDefault="00B06B77">
      <w:pPr>
        <w:rPr>
          <w:rFonts w:ascii="Calibri" w:hAnsi="Calibri"/>
          <w:sz w:val="24"/>
        </w:rPr>
      </w:pPr>
      <w:r w:rsidRPr="007831AF">
        <w:rPr>
          <w:rFonts w:ascii="Calibri" w:hAnsi="Calibri"/>
          <w:b/>
          <w:sz w:val="24"/>
        </w:rPr>
        <w:t>Name school 1 (initiator)</w:t>
      </w:r>
      <w:r w:rsidRPr="007831AF">
        <w:rPr>
          <w:rFonts w:ascii="Calibri" w:hAnsi="Calibri"/>
          <w:sz w:val="24"/>
        </w:rPr>
        <w:tab/>
        <w:t>:</w:t>
      </w:r>
      <w:r w:rsidRPr="007831AF">
        <w:rPr>
          <w:rFonts w:ascii="Calibri" w:hAnsi="Calibri"/>
          <w:sz w:val="24"/>
        </w:rPr>
        <w:tab/>
        <w:t xml:space="preserve">I.E.S. </w:t>
      </w:r>
      <w:smartTag w:uri="urn:schemas-microsoft-com:office:smarttags" w:element="PersonName">
        <w:smartTagPr>
          <w:attr w:name="ProductID" w:val="La Cala"/>
        </w:smartTagPr>
        <w:r w:rsidRPr="007831AF">
          <w:rPr>
            <w:rFonts w:ascii="Calibri" w:hAnsi="Calibri"/>
            <w:sz w:val="24"/>
          </w:rPr>
          <w:t>La Cala</w:t>
        </w:r>
      </w:smartTag>
      <w:r w:rsidRPr="007831AF">
        <w:rPr>
          <w:rFonts w:ascii="Calibri" w:hAnsi="Calibri"/>
          <w:sz w:val="24"/>
        </w:rPr>
        <w:t xml:space="preserve"> de Mijas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Street name and number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 xml:space="preserve">C/ Llano de </w:t>
      </w:r>
      <w:smartTag w:uri="urn:schemas-microsoft-com:office:smarttags" w:element="PersonName">
        <w:smartTagPr>
          <w:attr w:name="ProductID" w:val="La Cala"/>
        </w:smartTagPr>
        <w:r>
          <w:rPr>
            <w:rFonts w:ascii="Calibri" w:hAnsi="Calibri"/>
            <w:sz w:val="24"/>
            <w:lang w:val="en-GB"/>
          </w:rPr>
          <w:t>La Cala</w:t>
        </w:r>
      </w:smartTag>
      <w:r>
        <w:rPr>
          <w:rFonts w:ascii="Calibri" w:hAnsi="Calibri"/>
          <w:sz w:val="24"/>
          <w:lang w:val="en-GB"/>
        </w:rPr>
        <w:t xml:space="preserve"> de Mijas s/n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Post Code and town/city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29649 Mijas Costa-Málaga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Region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Andalucía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Country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rFonts w:ascii="Calibri" w:hAnsi="Calibri"/>
              <w:sz w:val="24"/>
              <w:lang w:val="en-GB"/>
            </w:rPr>
            <w:t>Spain</w:t>
          </w:r>
        </w:smartTag>
      </w:smartTag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Telephone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 xml:space="preserve">           951269540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Fax</w:t>
      </w:r>
      <w:r>
        <w:rPr>
          <w:rFonts w:ascii="Calibri" w:hAnsi="Calibri"/>
          <w:sz w:val="24"/>
          <w:lang w:val="en-GB"/>
        </w:rPr>
        <w:t xml:space="preserve"> </w:t>
      </w:r>
      <w:r w:rsidRPr="00D50D1F">
        <w:rPr>
          <w:rFonts w:ascii="Calibri" w:hAnsi="Calibri"/>
          <w:sz w:val="24"/>
          <w:lang w:val="en-GB"/>
        </w:rPr>
        <w:t>number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 xml:space="preserve">           951269541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school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29701431.averroes@juntadeandalucia.es</w:t>
      </w:r>
    </w:p>
    <w:p w:rsidR="00B06B77" w:rsidRPr="007831AF" w:rsidRDefault="00B06B77">
      <w:pPr>
        <w:rPr>
          <w:rFonts w:ascii="Calibri" w:hAnsi="Calibri"/>
          <w:sz w:val="24"/>
        </w:rPr>
      </w:pPr>
      <w:r w:rsidRPr="007831AF">
        <w:rPr>
          <w:rFonts w:ascii="Calibri" w:hAnsi="Calibri"/>
          <w:sz w:val="24"/>
        </w:rPr>
        <w:t>Website school</w:t>
      </w:r>
      <w:r w:rsidRPr="007831AF">
        <w:rPr>
          <w:rFonts w:ascii="Calibri" w:hAnsi="Calibri"/>
          <w:sz w:val="24"/>
        </w:rPr>
        <w:tab/>
      </w:r>
      <w:r w:rsidRPr="007831AF">
        <w:rPr>
          <w:rFonts w:ascii="Calibri" w:hAnsi="Calibri"/>
          <w:sz w:val="24"/>
        </w:rPr>
        <w:tab/>
        <w:t xml:space="preserve">: </w:t>
      </w:r>
      <w:r>
        <w:rPr>
          <w:rFonts w:ascii="Calibri" w:hAnsi="Calibri"/>
          <w:sz w:val="24"/>
        </w:rPr>
        <w:t xml:space="preserve">   </w:t>
      </w:r>
      <w:r w:rsidRPr="007831AF">
        <w:rPr>
          <w:rFonts w:ascii="Calibri" w:hAnsi="Calibri"/>
          <w:sz w:val="24"/>
        </w:rPr>
        <w:t>http://www.juntadeandalucia.</w:t>
      </w:r>
      <w:r>
        <w:rPr>
          <w:rFonts w:ascii="Calibri" w:hAnsi="Calibri"/>
          <w:sz w:val="24"/>
        </w:rPr>
        <w:t>es/averroes/ieslacalademijas/</w:t>
      </w:r>
    </w:p>
    <w:p w:rsidR="00B06B77" w:rsidRPr="00D50D1F" w:rsidRDefault="00B06B77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 xml:space="preserve">Type school: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pre-primary 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primary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secondary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other, namely:</w:t>
      </w:r>
      <w:r>
        <w:rPr>
          <w:rFonts w:ascii="Calibri" w:hAnsi="Calibri"/>
          <w:spacing w:val="-8"/>
          <w:sz w:val="24"/>
          <w:lang w:val="en-GB"/>
        </w:rPr>
        <w:tab/>
        <w:t xml:space="preserve"> Secondary</w:t>
      </w:r>
    </w:p>
    <w:p w:rsidR="00B06B77" w:rsidRPr="00D50D1F" w:rsidRDefault="00B06B77">
      <w:pPr>
        <w:rPr>
          <w:rFonts w:ascii="Calibri" w:hAnsi="Calibri"/>
          <w:spacing w:val="-8"/>
          <w:sz w:val="24"/>
          <w:lang w:val="en-GB"/>
        </w:rPr>
      </w:pPr>
      <w:r>
        <w:rPr>
          <w:rFonts w:ascii="Calibri" w:hAnsi="Calibri"/>
          <w:spacing w:val="-8"/>
          <w:sz w:val="24"/>
          <w:lang w:val="en-GB"/>
        </w:rPr>
        <w:t>Head of institut</w:t>
      </w:r>
      <w:r w:rsidRPr="00D50D1F">
        <w:rPr>
          <w:rFonts w:ascii="Calibri" w:hAnsi="Calibri"/>
          <w:spacing w:val="-8"/>
          <w:sz w:val="24"/>
          <w:lang w:val="en-GB"/>
        </w:rPr>
        <w:t>ion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</w:r>
      <w:r w:rsidRPr="00D50D1F">
        <w:rPr>
          <w:rFonts w:ascii="Calibri" w:hAnsi="Calibri"/>
          <w:spacing w:val="-8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 xml:space="preserve">María de </w:t>
      </w:r>
      <w:smartTag w:uri="urn:schemas-microsoft-com:office:smarttags" w:element="PersonName">
        <w:smartTagPr>
          <w:attr w:name="ProductID" w:val="la Sierra"/>
        </w:smartTagPr>
        <w:smartTag w:uri="urn:schemas-microsoft-com:office:smarttags" w:element="PersonName">
          <w:smartTagPr>
            <w:attr w:name="ProductID" w:val="la Sierra Morales"/>
          </w:smartTagPr>
          <w:r>
            <w:rPr>
              <w:rFonts w:ascii="Calibri" w:hAnsi="Calibri"/>
              <w:sz w:val="24"/>
              <w:lang w:val="en-GB"/>
            </w:rPr>
            <w:t>la Sierra</w:t>
          </w:r>
        </w:smartTag>
        <w:r>
          <w:rPr>
            <w:rFonts w:ascii="Calibri" w:hAnsi="Calibri"/>
            <w:sz w:val="24"/>
            <w:lang w:val="en-GB"/>
          </w:rPr>
          <w:t xml:space="preserve"> Morales</w:t>
        </w:r>
      </w:smartTag>
      <w:r>
        <w:rPr>
          <w:rFonts w:ascii="Calibri" w:hAnsi="Calibri"/>
          <w:sz w:val="24"/>
          <w:lang w:val="en-GB"/>
        </w:rPr>
        <w:t xml:space="preserve"> Martínez (Marisi)</w:t>
      </w:r>
    </w:p>
    <w:p w:rsidR="00B06B77" w:rsidRPr="00D50D1F" w:rsidRDefault="00B06B77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staff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35</w:t>
      </w:r>
    </w:p>
    <w:p w:rsidR="00B06B77" w:rsidRPr="00D50D1F" w:rsidRDefault="00B06B77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320</w:t>
      </w:r>
    </w:p>
    <w:p w:rsidR="00B06B77" w:rsidRPr="00D50D1F" w:rsidRDefault="00B06B77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 involved with the project</w:t>
      </w:r>
      <w:r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>
        <w:rPr>
          <w:rFonts w:ascii="Calibri" w:hAnsi="Calibri"/>
          <w:spacing w:val="-8"/>
          <w:sz w:val="24"/>
          <w:lang w:val="en-GB"/>
        </w:rPr>
        <w:tab/>
        <w:t>8</w:t>
      </w:r>
    </w:p>
    <w:p w:rsidR="00B06B77" w:rsidRPr="00D50D1F" w:rsidRDefault="00B06B77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Age of the students involved with the project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16-18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 xml:space="preserve"> Ana Cortés Real</w:t>
      </w:r>
    </w:p>
    <w:p w:rsidR="00B06B77" w:rsidRPr="00D50D1F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Anacortes@hotmail.com</w:t>
      </w:r>
    </w:p>
    <w:p w:rsidR="00B06B77" w:rsidRDefault="00B06B77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Cell Phone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00 34 659 322882</w:t>
      </w: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Pr="00D50D1F" w:rsidRDefault="00B06B77">
      <w:pPr>
        <w:rPr>
          <w:rFonts w:ascii="Calibri" w:hAnsi="Calibri"/>
          <w:sz w:val="24"/>
          <w:lang w:val="en-GB"/>
        </w:rPr>
      </w:pP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br/>
      </w:r>
      <w:r w:rsidRPr="007740F1">
        <w:rPr>
          <w:rFonts w:ascii="Calibri" w:hAnsi="Calibri"/>
          <w:b/>
          <w:sz w:val="24"/>
          <w:lang w:val="en-GB"/>
        </w:rPr>
        <w:t>Name school 2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>:</w:t>
      </w:r>
      <w:r>
        <w:rPr>
          <w:rFonts w:ascii="Calibri" w:hAnsi="Calibri"/>
          <w:sz w:val="24"/>
          <w:lang w:val="en-GB"/>
        </w:rPr>
        <w:tab/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Street name and number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Gymnasium an der Stenner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Post Code and town/city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 xml:space="preserve">59636 </w:t>
      </w:r>
      <w:smartTag w:uri="urn:schemas-microsoft-com:office:smarttags" w:element="place">
        <w:smartTag w:uri="urn:schemas-microsoft-com:office:smarttags" w:element="City">
          <w:r>
            <w:rPr>
              <w:rFonts w:ascii="Calibri" w:hAnsi="Calibri"/>
              <w:sz w:val="24"/>
              <w:lang w:val="en-GB"/>
            </w:rPr>
            <w:t>Iserlohn</w:t>
          </w:r>
        </w:smartTag>
      </w:smartTag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Region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NRW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Country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rFonts w:ascii="Calibri" w:hAnsi="Calibri"/>
              <w:sz w:val="24"/>
              <w:lang w:val="en-GB"/>
            </w:rPr>
            <w:t>Germany</w:t>
          </w:r>
        </w:smartTag>
      </w:smartTag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Telephone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004923712171880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Fax</w:t>
      </w:r>
      <w:r>
        <w:rPr>
          <w:rFonts w:ascii="Calibri" w:hAnsi="Calibri"/>
          <w:sz w:val="24"/>
          <w:lang w:val="en-GB"/>
        </w:rPr>
        <w:t xml:space="preserve"> </w:t>
      </w:r>
      <w:r w:rsidRPr="00D50D1F">
        <w:rPr>
          <w:rFonts w:ascii="Calibri" w:hAnsi="Calibri"/>
          <w:sz w:val="24"/>
          <w:lang w:val="en-GB"/>
        </w:rPr>
        <w:t>number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004923712171890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school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gymnasium-an-der-stenner(at)web.de</w:t>
      </w:r>
    </w:p>
    <w:p w:rsidR="00B06B77" w:rsidRPr="007831AF" w:rsidRDefault="00B06B77" w:rsidP="007740F1">
      <w:pPr>
        <w:rPr>
          <w:rFonts w:ascii="Calibri" w:hAnsi="Calibri"/>
          <w:sz w:val="24"/>
          <w:lang w:val="en-GB"/>
        </w:rPr>
      </w:pPr>
      <w:r w:rsidRPr="007831AF">
        <w:rPr>
          <w:rFonts w:ascii="Calibri" w:hAnsi="Calibri"/>
          <w:sz w:val="24"/>
          <w:lang w:val="en-GB"/>
        </w:rPr>
        <w:t>Website school</w:t>
      </w:r>
      <w:r w:rsidRPr="007831AF">
        <w:rPr>
          <w:rFonts w:ascii="Calibri" w:hAnsi="Calibri"/>
          <w:sz w:val="24"/>
          <w:lang w:val="en-GB"/>
        </w:rPr>
        <w:tab/>
      </w:r>
      <w:r w:rsidRPr="007831AF">
        <w:rPr>
          <w:rFonts w:ascii="Calibri" w:hAnsi="Calibri"/>
          <w:sz w:val="24"/>
          <w:lang w:val="en-GB"/>
        </w:rPr>
        <w:tab/>
        <w:t xml:space="preserve">: </w:t>
      </w:r>
      <w:r w:rsidRPr="007831AF">
        <w:rPr>
          <w:rFonts w:ascii="Calibri" w:hAnsi="Calibri"/>
          <w:sz w:val="24"/>
          <w:lang w:val="en-GB"/>
        </w:rPr>
        <w:tab/>
        <w:t>gymnasium-an-der-stenner.de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 xml:space="preserve">Type school: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pre-primary 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primary  </w:t>
      </w:r>
      <w:r>
        <w:rPr>
          <w:rFonts w:ascii="Arial Narrow" w:hAnsi="Arial Narrow"/>
          <w:spacing w:val="-8"/>
          <w:sz w:val="24"/>
          <w:lang w:val="en-GB"/>
        </w:rPr>
        <w:t>x</w:t>
      </w:r>
      <w:r w:rsidRPr="00D50D1F">
        <w:rPr>
          <w:rFonts w:ascii="Calibri" w:hAnsi="Calibri"/>
          <w:spacing w:val="-8"/>
          <w:sz w:val="24"/>
          <w:lang w:val="en-GB"/>
        </w:rPr>
        <w:t xml:space="preserve"> secondary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other, namely:</w:t>
      </w:r>
      <w:r>
        <w:rPr>
          <w:rFonts w:ascii="Calibri" w:hAnsi="Calibri"/>
          <w:spacing w:val="-8"/>
          <w:sz w:val="24"/>
          <w:lang w:val="en-GB"/>
        </w:rPr>
        <w:tab/>
        <w:t>_________________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>
        <w:rPr>
          <w:rFonts w:ascii="Calibri" w:hAnsi="Calibri"/>
          <w:spacing w:val="-8"/>
          <w:sz w:val="24"/>
          <w:lang w:val="en-GB"/>
        </w:rPr>
        <w:t>Head of institut</w:t>
      </w:r>
      <w:r w:rsidRPr="00D50D1F">
        <w:rPr>
          <w:rFonts w:ascii="Calibri" w:hAnsi="Calibri"/>
          <w:spacing w:val="-8"/>
          <w:sz w:val="24"/>
          <w:lang w:val="en-GB"/>
        </w:rPr>
        <w:t>ion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</w:r>
      <w:r w:rsidRPr="00D50D1F">
        <w:rPr>
          <w:rFonts w:ascii="Calibri" w:hAnsi="Calibri"/>
          <w:spacing w:val="-8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Heinz-Dieter Klussmann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staff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54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900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 involved with the project</w:t>
      </w:r>
      <w:r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>
        <w:rPr>
          <w:rFonts w:ascii="Calibri" w:hAnsi="Calibri"/>
          <w:spacing w:val="-8"/>
          <w:sz w:val="24"/>
          <w:lang w:val="en-GB"/>
        </w:rPr>
        <w:tab/>
        <w:t>8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Age of the students involved with the project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16-17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Kathrin Krenczer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kathrin.krenczer(at)@t-online.de</w:t>
      </w:r>
    </w:p>
    <w:p w:rsidR="00B06B77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Cell Phone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0049231 596883</w:t>
      </w:r>
    </w:p>
    <w:p w:rsidR="00B06B77" w:rsidRPr="00D50D1F" w:rsidRDefault="00B06B77">
      <w:pPr>
        <w:rPr>
          <w:lang w:val="en-GB"/>
        </w:rPr>
      </w:pPr>
    </w:p>
    <w:p w:rsidR="00B06B77" w:rsidRPr="00D50D1F" w:rsidRDefault="00B06B77">
      <w:pPr>
        <w:rPr>
          <w:lang w:val="en-GB"/>
        </w:rPr>
      </w:pP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7740F1">
        <w:rPr>
          <w:rFonts w:ascii="Calibri" w:hAnsi="Calibri"/>
          <w:b/>
          <w:sz w:val="24"/>
          <w:lang w:val="en-GB"/>
        </w:rPr>
        <w:t>Name school 3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>:</w:t>
      </w:r>
      <w:r>
        <w:rPr>
          <w:rFonts w:ascii="Calibri" w:hAnsi="Calibri"/>
          <w:sz w:val="24"/>
          <w:lang w:val="en-GB"/>
        </w:rPr>
        <w:tab/>
        <w:t>Celebi Mehmet Lisesi</w:t>
      </w:r>
    </w:p>
    <w:p w:rsidR="00B06B77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Street name and number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Ipekcilik cd.No:64 Yildirim</w:t>
      </w:r>
    </w:p>
    <w:p w:rsidR="00B06B77" w:rsidRDefault="00B06B77" w:rsidP="007740F1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P</w:t>
      </w:r>
      <w:r w:rsidRPr="00D50D1F">
        <w:rPr>
          <w:rFonts w:ascii="Calibri" w:hAnsi="Calibri"/>
          <w:sz w:val="24"/>
          <w:lang w:val="en-GB"/>
        </w:rPr>
        <w:t>ost Code and town/city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 xml:space="preserve">16360  </w:t>
      </w:r>
      <w:smartTag w:uri="urn:schemas-microsoft-com:office:smarttags" w:element="place">
        <w:smartTag w:uri="urn:schemas-microsoft-com:office:smarttags" w:element="City">
          <w:r>
            <w:rPr>
              <w:rFonts w:ascii="Calibri" w:hAnsi="Calibri"/>
              <w:sz w:val="24"/>
              <w:lang w:val="en-GB"/>
            </w:rPr>
            <w:t>Bursa</w:t>
          </w:r>
        </w:smartTag>
      </w:smartTag>
    </w:p>
    <w:p w:rsidR="00B06B77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Region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Country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rFonts w:ascii="Calibri" w:hAnsi="Calibri"/>
              <w:sz w:val="24"/>
              <w:lang w:val="en-GB"/>
            </w:rPr>
            <w:t>Turkey</w:t>
          </w:r>
        </w:smartTag>
      </w:smartTag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Telephone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0090 224 3280098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Fax</w:t>
      </w:r>
      <w:r>
        <w:rPr>
          <w:rFonts w:ascii="Calibri" w:hAnsi="Calibri"/>
          <w:sz w:val="24"/>
          <w:lang w:val="en-GB"/>
        </w:rPr>
        <w:t xml:space="preserve"> </w:t>
      </w:r>
      <w:r w:rsidRPr="00D50D1F">
        <w:rPr>
          <w:rFonts w:ascii="Calibri" w:hAnsi="Calibri"/>
          <w:sz w:val="24"/>
          <w:lang w:val="en-GB"/>
        </w:rPr>
        <w:t>number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0090 224 3277522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school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bursacelebimehmet@hotmail.com</w:t>
      </w:r>
    </w:p>
    <w:p w:rsidR="00B06B77" w:rsidRPr="007831AF" w:rsidRDefault="00B06B77" w:rsidP="007740F1">
      <w:pPr>
        <w:rPr>
          <w:rFonts w:ascii="Calibri" w:hAnsi="Calibri"/>
          <w:sz w:val="24"/>
        </w:rPr>
      </w:pPr>
      <w:r w:rsidRPr="007831AF">
        <w:rPr>
          <w:rFonts w:ascii="Calibri" w:hAnsi="Calibri"/>
          <w:sz w:val="24"/>
        </w:rPr>
        <w:t>Website school</w:t>
      </w:r>
      <w:r w:rsidRPr="007831AF">
        <w:rPr>
          <w:rFonts w:ascii="Calibri" w:hAnsi="Calibri"/>
          <w:sz w:val="24"/>
        </w:rPr>
        <w:tab/>
      </w:r>
      <w:r w:rsidRPr="007831AF">
        <w:rPr>
          <w:rFonts w:ascii="Calibri" w:hAnsi="Calibri"/>
          <w:sz w:val="24"/>
        </w:rPr>
        <w:tab/>
        <w:t xml:space="preserve">: </w:t>
      </w:r>
      <w:r w:rsidRPr="007831AF">
        <w:rPr>
          <w:rFonts w:ascii="Calibri" w:hAnsi="Calibri"/>
          <w:sz w:val="24"/>
        </w:rPr>
        <w:tab/>
        <w:t>http://celebimehmetlisesi.k12.tr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 xml:space="preserve">Type school: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pre-primary 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primary  </w:t>
      </w:r>
      <w:r>
        <w:rPr>
          <w:rFonts w:ascii="Arial Narrow" w:hAnsi="Arial Narrow"/>
          <w:spacing w:val="-8"/>
          <w:sz w:val="24"/>
          <w:lang w:val="en-GB"/>
        </w:rPr>
        <w:t>X</w:t>
      </w:r>
      <w:r w:rsidRPr="00D50D1F">
        <w:rPr>
          <w:rFonts w:ascii="Calibri" w:hAnsi="Calibri"/>
          <w:spacing w:val="-8"/>
          <w:sz w:val="24"/>
          <w:lang w:val="en-GB"/>
        </w:rPr>
        <w:t xml:space="preserve"> secondary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other, namely:</w:t>
      </w:r>
      <w:r>
        <w:rPr>
          <w:rFonts w:ascii="Calibri" w:hAnsi="Calibri"/>
          <w:spacing w:val="-8"/>
          <w:sz w:val="24"/>
          <w:lang w:val="en-GB"/>
        </w:rPr>
        <w:tab/>
        <w:t>_________________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>
        <w:rPr>
          <w:rFonts w:ascii="Calibri" w:hAnsi="Calibri"/>
          <w:spacing w:val="-8"/>
          <w:sz w:val="24"/>
          <w:lang w:val="en-GB"/>
        </w:rPr>
        <w:t>Head of institut</w:t>
      </w:r>
      <w:r w:rsidRPr="00D50D1F">
        <w:rPr>
          <w:rFonts w:ascii="Calibri" w:hAnsi="Calibri"/>
          <w:spacing w:val="-8"/>
          <w:sz w:val="24"/>
          <w:lang w:val="en-GB"/>
        </w:rPr>
        <w:t>ion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</w:r>
      <w:r w:rsidRPr="00D50D1F">
        <w:rPr>
          <w:rFonts w:ascii="Calibri" w:hAnsi="Calibri"/>
          <w:spacing w:val="-8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Irfan Poyraz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staff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85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2000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 involved with the project</w:t>
      </w:r>
      <w:r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>
        <w:rPr>
          <w:rFonts w:ascii="Calibri" w:hAnsi="Calibri"/>
          <w:spacing w:val="-8"/>
          <w:sz w:val="24"/>
          <w:lang w:val="en-GB"/>
        </w:rPr>
        <w:tab/>
        <w:t>15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Age of the students involved with the project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16-17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Nese Akdogan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nese.ak@superonline.com</w:t>
      </w:r>
    </w:p>
    <w:p w:rsidR="00B06B77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Cell Phone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0090 532 670 6626</w:t>
      </w: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7740F1">
        <w:rPr>
          <w:rFonts w:ascii="Calibri" w:hAnsi="Calibri"/>
          <w:b/>
          <w:sz w:val="24"/>
          <w:lang w:val="en-GB"/>
        </w:rPr>
        <w:t>Name school 4</w:t>
      </w:r>
      <w:r w:rsidRPr="007740F1">
        <w:rPr>
          <w:rFonts w:ascii="Calibri" w:hAnsi="Calibri"/>
          <w:b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>:</w:t>
      </w:r>
      <w:r>
        <w:rPr>
          <w:rFonts w:ascii="Calibri" w:hAnsi="Calibri"/>
          <w:sz w:val="24"/>
          <w:lang w:val="en-GB"/>
        </w:rPr>
        <w:tab/>
      </w:r>
      <w:smartTag w:uri="urn:schemas-microsoft-com:office:smarttags" w:element="place">
        <w:r>
          <w:rPr>
            <w:rFonts w:ascii="Calibri" w:hAnsi="Calibri"/>
            <w:sz w:val="24"/>
            <w:lang w:val="en-GB"/>
          </w:rPr>
          <w:t>St.</w:t>
        </w:r>
      </w:smartTag>
      <w:r>
        <w:rPr>
          <w:rFonts w:ascii="Calibri" w:hAnsi="Calibri"/>
          <w:sz w:val="24"/>
          <w:lang w:val="en-GB"/>
        </w:rPr>
        <w:t xml:space="preserve"> Canisius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Street name and number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Post Code and town/city</w:t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Slot 31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Region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Country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rFonts w:ascii="Calibri" w:hAnsi="Calibri"/>
              <w:sz w:val="24"/>
              <w:lang w:val="en-GB"/>
            </w:rPr>
            <w:t>Netherlands</w:t>
          </w:r>
        </w:smartTag>
      </w:smartTag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Telephone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 w:rsidRPr="00D50D1F">
        <w:rPr>
          <w:rFonts w:ascii="Calibri" w:hAnsi="Calibri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0031546488488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Fax</w:t>
      </w:r>
      <w:r>
        <w:rPr>
          <w:rFonts w:ascii="Calibri" w:hAnsi="Calibri"/>
          <w:sz w:val="24"/>
          <w:lang w:val="en-GB"/>
        </w:rPr>
        <w:t xml:space="preserve"> </w:t>
      </w:r>
      <w:r w:rsidRPr="00D50D1F">
        <w:rPr>
          <w:rFonts w:ascii="Calibri" w:hAnsi="Calibri"/>
          <w:sz w:val="24"/>
          <w:lang w:val="en-GB"/>
        </w:rPr>
        <w:t>number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_______________________________________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school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info@canisius.nl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Website school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www.canisius.nl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 xml:space="preserve">Type school: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pre-primary 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primary  </w:t>
      </w:r>
      <w:r>
        <w:rPr>
          <w:rFonts w:ascii="Arial Narrow" w:hAnsi="Arial Narrow"/>
          <w:spacing w:val="-8"/>
          <w:sz w:val="24"/>
          <w:lang w:val="en-GB"/>
        </w:rPr>
        <w:t>x</w:t>
      </w:r>
      <w:r w:rsidRPr="00D50D1F">
        <w:rPr>
          <w:rFonts w:ascii="Calibri" w:hAnsi="Calibri"/>
          <w:spacing w:val="-8"/>
          <w:sz w:val="24"/>
          <w:lang w:val="en-GB"/>
        </w:rPr>
        <w:t xml:space="preserve"> secondary  </w:t>
      </w:r>
      <w:r w:rsidRPr="00D50D1F">
        <w:rPr>
          <w:rFonts w:ascii="Arial Narrow" w:hAnsi="Arial Narrow"/>
          <w:spacing w:val="-8"/>
          <w:sz w:val="24"/>
          <w:lang w:val="en-GB"/>
        </w:rPr>
        <w:t>□</w:t>
      </w:r>
      <w:r w:rsidRPr="00D50D1F">
        <w:rPr>
          <w:rFonts w:ascii="Calibri" w:hAnsi="Calibri"/>
          <w:spacing w:val="-8"/>
          <w:sz w:val="24"/>
          <w:lang w:val="en-GB"/>
        </w:rPr>
        <w:t xml:space="preserve"> other, namely:</w:t>
      </w:r>
      <w:r>
        <w:rPr>
          <w:rFonts w:ascii="Calibri" w:hAnsi="Calibri"/>
          <w:spacing w:val="-8"/>
          <w:sz w:val="24"/>
          <w:lang w:val="en-GB"/>
        </w:rPr>
        <w:tab/>
        <w:t>_________________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>
        <w:rPr>
          <w:rFonts w:ascii="Calibri" w:hAnsi="Calibri"/>
          <w:spacing w:val="-8"/>
          <w:sz w:val="24"/>
          <w:lang w:val="en-GB"/>
        </w:rPr>
        <w:t>Head of institut</w:t>
      </w:r>
      <w:r w:rsidRPr="00D50D1F">
        <w:rPr>
          <w:rFonts w:ascii="Calibri" w:hAnsi="Calibri"/>
          <w:spacing w:val="-8"/>
          <w:sz w:val="24"/>
          <w:lang w:val="en-GB"/>
        </w:rPr>
        <w:t>ion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</w:r>
      <w:r w:rsidRPr="00D50D1F">
        <w:rPr>
          <w:rFonts w:ascii="Calibri" w:hAnsi="Calibri"/>
          <w:spacing w:val="-8"/>
          <w:sz w:val="24"/>
          <w:lang w:val="en-GB"/>
        </w:rPr>
        <w:t xml:space="preserve">: </w:t>
      </w:r>
      <w:r>
        <w:rPr>
          <w:rFonts w:ascii="Calibri" w:hAnsi="Calibri"/>
          <w:sz w:val="24"/>
          <w:lang w:val="en-GB"/>
        </w:rPr>
        <w:tab/>
        <w:t>Mr R. Delnooz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staff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250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</w:t>
      </w:r>
      <w:r>
        <w:rPr>
          <w:rFonts w:ascii="Calibri" w:hAnsi="Calibri"/>
          <w:spacing w:val="-8"/>
          <w:sz w:val="24"/>
          <w:lang w:val="en-GB"/>
        </w:rPr>
        <w:tab/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D50D1F">
        <w:rPr>
          <w:rFonts w:ascii="Calibri" w:hAnsi="Calibri"/>
          <w:sz w:val="24"/>
          <w:lang w:val="en-GB"/>
        </w:rPr>
        <w:t xml:space="preserve"> </w:t>
      </w:r>
      <w:r>
        <w:rPr>
          <w:rFonts w:ascii="Calibri" w:hAnsi="Calibri"/>
          <w:sz w:val="24"/>
          <w:lang w:val="en-GB"/>
        </w:rPr>
        <w:tab/>
        <w:t>app 2000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Number of pupils involved with the project</w:t>
      </w:r>
      <w:r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>
        <w:rPr>
          <w:rFonts w:ascii="Calibri" w:hAnsi="Calibri"/>
          <w:spacing w:val="-8"/>
          <w:sz w:val="24"/>
          <w:lang w:val="en-GB"/>
        </w:rPr>
        <w:tab/>
        <w:t>25</w:t>
      </w:r>
    </w:p>
    <w:p w:rsidR="00B06B77" w:rsidRPr="00D50D1F" w:rsidRDefault="00B06B77" w:rsidP="007740F1">
      <w:pPr>
        <w:rPr>
          <w:rFonts w:ascii="Calibri" w:hAnsi="Calibri"/>
          <w:spacing w:val="-8"/>
          <w:sz w:val="24"/>
          <w:lang w:val="en-GB"/>
        </w:rPr>
      </w:pPr>
      <w:r w:rsidRPr="00D50D1F">
        <w:rPr>
          <w:rFonts w:ascii="Calibri" w:hAnsi="Calibri"/>
          <w:spacing w:val="-8"/>
          <w:sz w:val="24"/>
          <w:lang w:val="en-GB"/>
        </w:rPr>
        <w:t>Age of the students involved with the project</w:t>
      </w:r>
      <w:r>
        <w:rPr>
          <w:rFonts w:ascii="Calibri" w:hAnsi="Calibri"/>
          <w:spacing w:val="-8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16/17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Jos Bolscher</w:t>
      </w:r>
    </w:p>
    <w:p w:rsidR="00B06B77" w:rsidRPr="00D50D1F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E-mail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boj@canisius.nl</w:t>
      </w:r>
    </w:p>
    <w:p w:rsidR="00B06B77" w:rsidRDefault="00B06B77" w:rsidP="007740F1">
      <w:pPr>
        <w:rPr>
          <w:rFonts w:ascii="Calibri" w:hAnsi="Calibri"/>
          <w:sz w:val="24"/>
          <w:lang w:val="en-GB"/>
        </w:rPr>
      </w:pPr>
      <w:r w:rsidRPr="00D50D1F">
        <w:rPr>
          <w:rFonts w:ascii="Calibri" w:hAnsi="Calibri"/>
          <w:sz w:val="24"/>
          <w:lang w:val="en-GB"/>
        </w:rPr>
        <w:t>Cell Phone project coordinator</w:t>
      </w:r>
      <w:r>
        <w:rPr>
          <w:rFonts w:ascii="Calibri" w:hAnsi="Calibri"/>
          <w:sz w:val="24"/>
          <w:lang w:val="en-GB"/>
        </w:rPr>
        <w:tab/>
      </w:r>
      <w:r>
        <w:rPr>
          <w:rFonts w:ascii="Calibri" w:hAnsi="Calibri"/>
          <w:sz w:val="24"/>
          <w:lang w:val="en-GB"/>
        </w:rPr>
        <w:tab/>
        <w:t>:</w:t>
      </w:r>
      <w:r w:rsidRPr="007740F1">
        <w:rPr>
          <w:rFonts w:ascii="Calibri" w:hAnsi="Calibri"/>
          <w:spacing w:val="-8"/>
          <w:sz w:val="24"/>
          <w:lang w:val="en-GB"/>
        </w:rPr>
        <w:t xml:space="preserve"> </w:t>
      </w:r>
      <w:r>
        <w:rPr>
          <w:rFonts w:ascii="Calibri" w:hAnsi="Calibri"/>
          <w:spacing w:val="-8"/>
          <w:sz w:val="24"/>
          <w:lang w:val="en-GB"/>
        </w:rPr>
        <w:tab/>
        <w:t>0625038655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lang w:val="en-GB"/>
        </w:rPr>
        <w:br w:type="page"/>
      </w:r>
      <w:r w:rsidRPr="00A87597">
        <w:rPr>
          <w:rFonts w:ascii="Calibri" w:hAnsi="Calibri"/>
          <w:sz w:val="24"/>
          <w:lang w:val="en-GB"/>
        </w:rPr>
        <w:t>Project information: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Spanish, German, Dutch and Turkish society.</w:t>
      </w: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br/>
      </w:r>
      <w:r w:rsidRPr="00A87597">
        <w:rPr>
          <w:rFonts w:ascii="Calibri" w:hAnsi="Calibri"/>
          <w:sz w:val="24"/>
          <w:lang w:val="en-GB"/>
        </w:rPr>
        <w:t>Name of the project: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Women’s rights.</w:t>
      </w: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  <w:r w:rsidRPr="00A87597">
        <w:rPr>
          <w:rFonts w:ascii="Calibri" w:hAnsi="Calibri"/>
          <w:sz w:val="24"/>
          <w:lang w:val="en-GB"/>
        </w:rPr>
        <w:t>Period of the project: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From 2008- 2010.</w:t>
      </w: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  <w:r w:rsidRPr="00A87597">
        <w:rPr>
          <w:rFonts w:ascii="Calibri" w:hAnsi="Calibri"/>
          <w:sz w:val="24"/>
          <w:lang w:val="en-GB"/>
        </w:rPr>
        <w:t>Objectives/topics of the project: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To research, compare and analyse women’s rights in those countries.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To use internet as a way to learn and communicate.</w:t>
      </w: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  <w:r w:rsidRPr="00A87597">
        <w:rPr>
          <w:rFonts w:ascii="Calibri" w:hAnsi="Calibri"/>
          <w:sz w:val="24"/>
          <w:lang w:val="en-GB"/>
        </w:rPr>
        <w:t>Communication (e-mail, video conferencing, skype)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e-mail and wikie.</w:t>
      </w: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Prepe</w:t>
      </w:r>
      <w:r w:rsidRPr="00A87597">
        <w:rPr>
          <w:rFonts w:ascii="Calibri" w:hAnsi="Calibri"/>
          <w:sz w:val="24"/>
          <w:lang w:val="en-GB"/>
        </w:rPr>
        <w:t>ration:</w:t>
      </w: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Pr="00A8759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Fill in a draft document that includes all de information found.</w:t>
      </w:r>
    </w:p>
    <w:p w:rsidR="00B06B77" w:rsidRPr="00A8759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Language of communication:</w:t>
      </w:r>
    </w:p>
    <w:p w:rsidR="00B06B77" w:rsidRDefault="00B06B77">
      <w:pP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>English, Spanish and French.</w:t>
      </w:r>
    </w:p>
    <w:p w:rsidR="00B06B77" w:rsidRDefault="00B06B77">
      <w:pPr>
        <w:rPr>
          <w:rFonts w:ascii="Calibri" w:hAnsi="Calibri"/>
          <w:sz w:val="24"/>
          <w:lang w:val="en-GB"/>
        </w:rPr>
      </w:pPr>
    </w:p>
    <w:p w:rsidR="00B06B77" w:rsidRPr="00A87597" w:rsidRDefault="00B06B77">
      <w:pPr>
        <w:rPr>
          <w:rFonts w:ascii="Calibri" w:hAnsi="Calibri"/>
          <w:sz w:val="24"/>
          <w:lang w:val="en-GB"/>
        </w:rPr>
      </w:pPr>
      <w:r w:rsidRPr="00A87597">
        <w:rPr>
          <w:rFonts w:ascii="Calibri" w:hAnsi="Calibri"/>
          <w:sz w:val="24"/>
          <w:lang w:val="en-GB"/>
        </w:rPr>
        <w:t>Activity:</w:t>
      </w:r>
    </w:p>
    <w:p w:rsidR="00B06B77" w:rsidRDefault="00B06B77">
      <w:pPr>
        <w:rPr>
          <w:lang w:val="en-GB"/>
        </w:rPr>
      </w:pPr>
      <w:r>
        <w:rPr>
          <w:lang w:val="en-GB"/>
        </w:rPr>
        <w:t>Four work groups of eight, two from each country working on different topics.</w:t>
      </w: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Pr="00046CE8" w:rsidRDefault="00B06B77">
      <w:pPr>
        <w:rPr>
          <w:rFonts w:ascii="Calibri" w:hAnsi="Calibri"/>
          <w:sz w:val="24"/>
          <w:lang w:val="en-GB"/>
        </w:rPr>
      </w:pPr>
      <w:r w:rsidRPr="00046CE8">
        <w:rPr>
          <w:rFonts w:ascii="Calibri" w:hAnsi="Calibri"/>
          <w:sz w:val="24"/>
          <w:lang w:val="en-GB"/>
        </w:rPr>
        <w:t>Names and signature Project</w:t>
      </w:r>
      <w:r>
        <w:rPr>
          <w:rFonts w:ascii="Calibri" w:hAnsi="Calibri"/>
          <w:sz w:val="24"/>
          <w:lang w:val="en-GB"/>
        </w:rPr>
        <w:t xml:space="preserve"> </w:t>
      </w:r>
      <w:r w:rsidRPr="00046CE8">
        <w:rPr>
          <w:rFonts w:ascii="Calibri" w:hAnsi="Calibri"/>
          <w:sz w:val="24"/>
          <w:lang w:val="en-GB"/>
        </w:rPr>
        <w:t>coordinators:</w:t>
      </w:r>
    </w:p>
    <w:p w:rsidR="00B06B77" w:rsidRDefault="00B06B77">
      <w:pPr>
        <w:rPr>
          <w:lang w:val="en-GB"/>
        </w:rPr>
      </w:pPr>
    </w:p>
    <w:p w:rsidR="00B06B77" w:rsidRDefault="00B06B77">
      <w:pPr>
        <w:rPr>
          <w:lang w:val="en-GB"/>
        </w:rPr>
      </w:pPr>
    </w:p>
    <w:p w:rsidR="00B06B77" w:rsidRPr="00D50D1F" w:rsidRDefault="00B06B77">
      <w:pPr>
        <w:rPr>
          <w:lang w:val="en-GB"/>
        </w:rPr>
      </w:pPr>
    </w:p>
    <w:sectPr w:rsidR="00B06B77" w:rsidRPr="00D50D1F" w:rsidSect="00B06B7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B77" w:rsidRDefault="00B06B77">
      <w:r>
        <w:separator/>
      </w:r>
    </w:p>
  </w:endnote>
  <w:endnote w:type="continuationSeparator" w:id="1">
    <w:p w:rsidR="00B06B77" w:rsidRDefault="00B0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B77" w:rsidRDefault="00B06B77" w:rsidP="003761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6B77" w:rsidRDefault="00B06B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B77" w:rsidRDefault="00B06B77" w:rsidP="003761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06B77" w:rsidRDefault="00B06B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B77" w:rsidRDefault="00B06B77">
      <w:r>
        <w:separator/>
      </w:r>
    </w:p>
  </w:footnote>
  <w:footnote w:type="continuationSeparator" w:id="1">
    <w:p w:rsidR="00B06B77" w:rsidRDefault="00B06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1C0"/>
    <w:rsid w:val="00002241"/>
    <w:rsid w:val="00026775"/>
    <w:rsid w:val="0004240E"/>
    <w:rsid w:val="00046CE8"/>
    <w:rsid w:val="0007471B"/>
    <w:rsid w:val="00086E63"/>
    <w:rsid w:val="0009046C"/>
    <w:rsid w:val="000A2498"/>
    <w:rsid w:val="000B04F7"/>
    <w:rsid w:val="000C1386"/>
    <w:rsid w:val="000C3E04"/>
    <w:rsid w:val="000F391F"/>
    <w:rsid w:val="000F6F1F"/>
    <w:rsid w:val="000F734C"/>
    <w:rsid w:val="001063A7"/>
    <w:rsid w:val="00140213"/>
    <w:rsid w:val="001505D8"/>
    <w:rsid w:val="001538E7"/>
    <w:rsid w:val="001678C7"/>
    <w:rsid w:val="001A690E"/>
    <w:rsid w:val="001B228E"/>
    <w:rsid w:val="001C08C8"/>
    <w:rsid w:val="001C6364"/>
    <w:rsid w:val="001D70AD"/>
    <w:rsid w:val="001E16D3"/>
    <w:rsid w:val="001E1FEC"/>
    <w:rsid w:val="001E6B3B"/>
    <w:rsid w:val="001F7285"/>
    <w:rsid w:val="00200D10"/>
    <w:rsid w:val="00201E7C"/>
    <w:rsid w:val="0020586F"/>
    <w:rsid w:val="00244C49"/>
    <w:rsid w:val="002501E9"/>
    <w:rsid w:val="002624B6"/>
    <w:rsid w:val="00264240"/>
    <w:rsid w:val="0028640B"/>
    <w:rsid w:val="00291FF1"/>
    <w:rsid w:val="002A45C4"/>
    <w:rsid w:val="002C32BB"/>
    <w:rsid w:val="002D2137"/>
    <w:rsid w:val="002D45F8"/>
    <w:rsid w:val="002F2C14"/>
    <w:rsid w:val="0031225F"/>
    <w:rsid w:val="00333F0B"/>
    <w:rsid w:val="00336BD9"/>
    <w:rsid w:val="00365DBE"/>
    <w:rsid w:val="00372E2D"/>
    <w:rsid w:val="003754BE"/>
    <w:rsid w:val="003761ED"/>
    <w:rsid w:val="003848F5"/>
    <w:rsid w:val="00397350"/>
    <w:rsid w:val="003C39F3"/>
    <w:rsid w:val="003C5CCB"/>
    <w:rsid w:val="003D5A43"/>
    <w:rsid w:val="003D759C"/>
    <w:rsid w:val="003F31E3"/>
    <w:rsid w:val="004107F7"/>
    <w:rsid w:val="00413CAF"/>
    <w:rsid w:val="004264A0"/>
    <w:rsid w:val="00437F59"/>
    <w:rsid w:val="004A0261"/>
    <w:rsid w:val="004B4CE2"/>
    <w:rsid w:val="004D109F"/>
    <w:rsid w:val="004E0787"/>
    <w:rsid w:val="004E61C2"/>
    <w:rsid w:val="004F4750"/>
    <w:rsid w:val="00512F99"/>
    <w:rsid w:val="0051700A"/>
    <w:rsid w:val="00526E6B"/>
    <w:rsid w:val="005272EC"/>
    <w:rsid w:val="00527DDA"/>
    <w:rsid w:val="005367C6"/>
    <w:rsid w:val="00545B4C"/>
    <w:rsid w:val="00547742"/>
    <w:rsid w:val="005530D6"/>
    <w:rsid w:val="005578BA"/>
    <w:rsid w:val="00565CF3"/>
    <w:rsid w:val="005707E8"/>
    <w:rsid w:val="00581D41"/>
    <w:rsid w:val="0058262A"/>
    <w:rsid w:val="00590BBC"/>
    <w:rsid w:val="005B2879"/>
    <w:rsid w:val="005C38E8"/>
    <w:rsid w:val="005E164B"/>
    <w:rsid w:val="005F390B"/>
    <w:rsid w:val="00601833"/>
    <w:rsid w:val="00612BB0"/>
    <w:rsid w:val="00614A04"/>
    <w:rsid w:val="00622543"/>
    <w:rsid w:val="0063047E"/>
    <w:rsid w:val="006363AC"/>
    <w:rsid w:val="006525EB"/>
    <w:rsid w:val="00663B25"/>
    <w:rsid w:val="00665522"/>
    <w:rsid w:val="00673D81"/>
    <w:rsid w:val="00676A4F"/>
    <w:rsid w:val="006900C7"/>
    <w:rsid w:val="0069473D"/>
    <w:rsid w:val="0069679A"/>
    <w:rsid w:val="006A2A16"/>
    <w:rsid w:val="006D4E06"/>
    <w:rsid w:val="006D69F3"/>
    <w:rsid w:val="006E5609"/>
    <w:rsid w:val="006F56E8"/>
    <w:rsid w:val="00720D89"/>
    <w:rsid w:val="00723DD2"/>
    <w:rsid w:val="00736AD0"/>
    <w:rsid w:val="00737595"/>
    <w:rsid w:val="007559B0"/>
    <w:rsid w:val="007740F1"/>
    <w:rsid w:val="00777A18"/>
    <w:rsid w:val="007831AF"/>
    <w:rsid w:val="007B070D"/>
    <w:rsid w:val="007B4738"/>
    <w:rsid w:val="007B692D"/>
    <w:rsid w:val="007C6320"/>
    <w:rsid w:val="007D5EBB"/>
    <w:rsid w:val="007E138A"/>
    <w:rsid w:val="007E3DDD"/>
    <w:rsid w:val="0083187E"/>
    <w:rsid w:val="00847E93"/>
    <w:rsid w:val="008529CC"/>
    <w:rsid w:val="0087342A"/>
    <w:rsid w:val="00877A7E"/>
    <w:rsid w:val="00884DE5"/>
    <w:rsid w:val="0089312F"/>
    <w:rsid w:val="008A32D8"/>
    <w:rsid w:val="008C226F"/>
    <w:rsid w:val="008D5FAB"/>
    <w:rsid w:val="008F6152"/>
    <w:rsid w:val="009018B2"/>
    <w:rsid w:val="0093115D"/>
    <w:rsid w:val="00932893"/>
    <w:rsid w:val="009402F4"/>
    <w:rsid w:val="009676DA"/>
    <w:rsid w:val="00974B6E"/>
    <w:rsid w:val="009871FF"/>
    <w:rsid w:val="00990D0E"/>
    <w:rsid w:val="009D34AF"/>
    <w:rsid w:val="009D4BFC"/>
    <w:rsid w:val="009D50B0"/>
    <w:rsid w:val="009E3799"/>
    <w:rsid w:val="009F76F1"/>
    <w:rsid w:val="00A04B16"/>
    <w:rsid w:val="00A05141"/>
    <w:rsid w:val="00A17E81"/>
    <w:rsid w:val="00A21161"/>
    <w:rsid w:val="00A55AD0"/>
    <w:rsid w:val="00A56D5C"/>
    <w:rsid w:val="00A626D8"/>
    <w:rsid w:val="00A70302"/>
    <w:rsid w:val="00A82A1C"/>
    <w:rsid w:val="00A85A29"/>
    <w:rsid w:val="00A87597"/>
    <w:rsid w:val="00AB2865"/>
    <w:rsid w:val="00AC2F09"/>
    <w:rsid w:val="00AC4D08"/>
    <w:rsid w:val="00AC564A"/>
    <w:rsid w:val="00AD3B01"/>
    <w:rsid w:val="00AE530F"/>
    <w:rsid w:val="00B06B77"/>
    <w:rsid w:val="00B31B7D"/>
    <w:rsid w:val="00B31CB5"/>
    <w:rsid w:val="00B6412C"/>
    <w:rsid w:val="00B8501F"/>
    <w:rsid w:val="00BA0BEC"/>
    <w:rsid w:val="00BA4751"/>
    <w:rsid w:val="00BA6611"/>
    <w:rsid w:val="00BC1D2D"/>
    <w:rsid w:val="00BE1D32"/>
    <w:rsid w:val="00BF68F2"/>
    <w:rsid w:val="00C01124"/>
    <w:rsid w:val="00C03C49"/>
    <w:rsid w:val="00C1210E"/>
    <w:rsid w:val="00C17A72"/>
    <w:rsid w:val="00C22CF2"/>
    <w:rsid w:val="00C31161"/>
    <w:rsid w:val="00C52C4C"/>
    <w:rsid w:val="00C546FB"/>
    <w:rsid w:val="00C57FFA"/>
    <w:rsid w:val="00C624DE"/>
    <w:rsid w:val="00C73917"/>
    <w:rsid w:val="00C824E8"/>
    <w:rsid w:val="00C86176"/>
    <w:rsid w:val="00C9410F"/>
    <w:rsid w:val="00C95115"/>
    <w:rsid w:val="00CA24AF"/>
    <w:rsid w:val="00CB3364"/>
    <w:rsid w:val="00CD46A1"/>
    <w:rsid w:val="00CE2669"/>
    <w:rsid w:val="00D13534"/>
    <w:rsid w:val="00D40361"/>
    <w:rsid w:val="00D4074F"/>
    <w:rsid w:val="00D4500D"/>
    <w:rsid w:val="00D46709"/>
    <w:rsid w:val="00D50D1F"/>
    <w:rsid w:val="00D53610"/>
    <w:rsid w:val="00D54976"/>
    <w:rsid w:val="00D558EE"/>
    <w:rsid w:val="00D65CFF"/>
    <w:rsid w:val="00D66D24"/>
    <w:rsid w:val="00DB2FD3"/>
    <w:rsid w:val="00DF0D0E"/>
    <w:rsid w:val="00DF73F9"/>
    <w:rsid w:val="00DF7BD3"/>
    <w:rsid w:val="00E00908"/>
    <w:rsid w:val="00E12C5D"/>
    <w:rsid w:val="00E252A3"/>
    <w:rsid w:val="00E353E6"/>
    <w:rsid w:val="00E447D8"/>
    <w:rsid w:val="00E50A0A"/>
    <w:rsid w:val="00E77863"/>
    <w:rsid w:val="00E9256C"/>
    <w:rsid w:val="00EA315E"/>
    <w:rsid w:val="00EB3C4B"/>
    <w:rsid w:val="00EF0281"/>
    <w:rsid w:val="00F125C3"/>
    <w:rsid w:val="00F30C83"/>
    <w:rsid w:val="00F525FB"/>
    <w:rsid w:val="00F53471"/>
    <w:rsid w:val="00F549D3"/>
    <w:rsid w:val="00F734CB"/>
    <w:rsid w:val="00F766B1"/>
    <w:rsid w:val="00F801C0"/>
    <w:rsid w:val="00F832C6"/>
    <w:rsid w:val="00F86AE2"/>
    <w:rsid w:val="00F96DF9"/>
    <w:rsid w:val="00FC39F5"/>
    <w:rsid w:val="00FD574A"/>
    <w:rsid w:val="00FE1181"/>
    <w:rsid w:val="00FE2342"/>
    <w:rsid w:val="00FE2977"/>
    <w:rsid w:val="00FF1C17"/>
    <w:rsid w:val="00FF1DD5"/>
    <w:rsid w:val="00FF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740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76FD"/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uiPriority w:val="99"/>
    <w:rsid w:val="007740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581</Words>
  <Characters>3198</Characters>
  <Application>Microsoft Office Outlook</Application>
  <DocSecurity>0</DocSecurity>
  <Lines>0</Lines>
  <Paragraphs>0</Paragraphs>
  <ScaleCrop>false</ScaleCrop>
  <Company>CD-PiusCanisius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of partnership</dc:title>
  <dc:subject/>
  <dc:creator>M.J. Vreeswijk</dc:creator>
  <cp:keywords/>
  <dc:description/>
  <cp:lastModifiedBy>St.- Canisius</cp:lastModifiedBy>
  <cp:revision>2</cp:revision>
  <dcterms:created xsi:type="dcterms:W3CDTF">2008-06-06T08:09:00Z</dcterms:created>
  <dcterms:modified xsi:type="dcterms:W3CDTF">2008-06-06T08:09:00Z</dcterms:modified>
</cp:coreProperties>
</file>